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D50" w:rsidRDefault="00630D50"/>
    <w:p w:rsidR="00630D50" w:rsidRDefault="00630D50">
      <w:r>
        <w:t xml:space="preserve">In this first 3 columns (blank, PRs, SRs are bound column) and the Total is unbound column, and it is the total of PRs and SRs, First time when I load the </w:t>
      </w:r>
      <w:proofErr w:type="gramStart"/>
      <w:r>
        <w:t>grid  it</w:t>
      </w:r>
      <w:proofErr w:type="gramEnd"/>
      <w:r>
        <w:t xml:space="preserve"> calculates.</w:t>
      </w:r>
    </w:p>
    <w:p w:rsidR="0037521A" w:rsidRDefault="00630D50">
      <w:r>
        <w:rPr>
          <w:noProof/>
          <w:lang w:eastAsia="en-GB"/>
        </w:rPr>
        <w:drawing>
          <wp:inline distT="0" distB="0" distL="0" distR="0">
            <wp:extent cx="5646367" cy="10382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723" cy="103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D50" w:rsidRDefault="00630D50">
      <w:r>
        <w:t>Now I change the value of PRs to “2” the PR total gets changes but the Row total still is the same, please refer the screen shot below.</w:t>
      </w:r>
    </w:p>
    <w:p w:rsidR="00630D50" w:rsidRDefault="00630D50">
      <w:r>
        <w:rPr>
          <w:noProof/>
          <w:lang w:eastAsia="en-GB"/>
        </w:rPr>
        <w:drawing>
          <wp:inline distT="0" distB="0" distL="0" distR="0">
            <wp:extent cx="5724525" cy="9144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D50" w:rsidRDefault="00630D50"/>
    <w:p w:rsidR="00630D50" w:rsidRDefault="00630D50">
      <w:r>
        <w:t>If go and edit the second row and if come back to first row for editing then it gets changes any idea how to change this when I exit the cell at the first instance itself. Now if you refer to the screen shot in the second row it is not getting changed, whereas</w:t>
      </w:r>
      <w:bookmarkStart w:id="0" w:name="_GoBack"/>
      <w:bookmarkEnd w:id="0"/>
      <w:r>
        <w:t xml:space="preserve"> the first row gets changed.</w:t>
      </w:r>
    </w:p>
    <w:p w:rsidR="00630D50" w:rsidRDefault="00630D50"/>
    <w:p w:rsidR="00630D50" w:rsidRDefault="00630D50">
      <w:r>
        <w:rPr>
          <w:noProof/>
          <w:lang w:eastAsia="en-GB"/>
        </w:rPr>
        <w:drawing>
          <wp:inline distT="0" distB="0" distL="0" distR="0">
            <wp:extent cx="5734050" cy="10858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D50" w:rsidRDefault="00630D50"/>
    <w:p w:rsidR="00630D50" w:rsidRPr="00630D50" w:rsidRDefault="00630D50">
      <w:pPr>
        <w:rPr>
          <w:b/>
        </w:rPr>
      </w:pPr>
      <w:r w:rsidRPr="00630D50">
        <w:rPr>
          <w:b/>
        </w:rPr>
        <w:t>I tried your example also, in your example also the same thing I am able to reproduce.</w:t>
      </w:r>
    </w:p>
    <w:sectPr w:rsidR="00630D50" w:rsidRPr="00630D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D50"/>
    <w:rsid w:val="0037521A"/>
    <w:rsid w:val="0063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D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D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EB9EDFDD.dotm</Template>
  <TotalTime>12</TotalTime>
  <Pages>1</Pages>
  <Words>104</Words>
  <Characters>594</Characters>
  <Application>Microsoft Office Word</Application>
  <DocSecurity>0</DocSecurity>
  <Lines>4</Lines>
  <Paragraphs>1</Paragraphs>
  <ScaleCrop>false</ScaleCrop>
  <Company>The Global Fund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Savariraj</dc:creator>
  <cp:lastModifiedBy>Peter Savariraj</cp:lastModifiedBy>
  <cp:revision>1</cp:revision>
  <dcterms:created xsi:type="dcterms:W3CDTF">2011-02-23T11:54:00Z</dcterms:created>
  <dcterms:modified xsi:type="dcterms:W3CDTF">2011-02-23T12:06:00Z</dcterms:modified>
</cp:coreProperties>
</file>